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51C91246" w:rsidR="00EF3BFB" w:rsidRPr="00221465" w:rsidRDefault="00EF3BFB" w:rsidP="001D44F0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7FCE2D5B" w14:textId="77777777" w:rsidTr="00125A6F">
        <w:tc>
          <w:tcPr>
            <w:tcW w:w="2972" w:type="dxa"/>
            <w:shd w:val="clear" w:color="auto" w:fill="D9D9D9"/>
          </w:tcPr>
          <w:p w14:paraId="29A867D4" w14:textId="77777777" w:rsidR="00EF3BFB" w:rsidRPr="00FF65DD" w:rsidRDefault="00EF3BFB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14:paraId="3CA3E97C" w14:textId="77777777" w:rsidR="00EF3BFB" w:rsidRPr="00FF65DD" w:rsidRDefault="00EF3BFB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77412019" w14:textId="77777777" w:rsidR="00EF3BFB" w:rsidRPr="00FF65DD" w:rsidRDefault="00EF3BFB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1879480F" w14:textId="77777777" w:rsidR="00EF3BFB" w:rsidRPr="00FF65DD" w:rsidRDefault="00EF3BFB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125A6F">
        <w:tc>
          <w:tcPr>
            <w:tcW w:w="2972" w:type="dxa"/>
          </w:tcPr>
          <w:p w14:paraId="23AEE7F5" w14:textId="1B2E5887" w:rsidR="00EF3BFB" w:rsidRPr="002162E5" w:rsidRDefault="00125A6F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25A6F">
              <w:rPr>
                <w:rFonts w:asciiTheme="majorHAnsi" w:hAnsiTheme="majorHAnsi"/>
              </w:rPr>
              <w:t>Servery pro virtualizaci</w:t>
            </w:r>
          </w:p>
        </w:tc>
        <w:tc>
          <w:tcPr>
            <w:tcW w:w="1686" w:type="dxa"/>
          </w:tcPr>
          <w:p w14:paraId="08056B10" w14:textId="77777777" w:rsidR="00EF3BFB" w:rsidRPr="00FF65DD" w:rsidRDefault="00EF3BFB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52E8FC1C" w14:textId="63CB1BD9" w:rsidR="00EF3BFB" w:rsidRPr="00FF65DD" w:rsidRDefault="0013138F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1984" w:type="dxa"/>
          </w:tcPr>
          <w:p w14:paraId="4F1C99F5" w14:textId="77777777" w:rsidR="00EF3BFB" w:rsidRPr="00FF65DD" w:rsidRDefault="00EF3BFB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125A6F">
        <w:tc>
          <w:tcPr>
            <w:tcW w:w="2972" w:type="dxa"/>
          </w:tcPr>
          <w:p w14:paraId="3BE5DF63" w14:textId="74643A9E" w:rsidR="00EF3BFB" w:rsidRPr="002162E5" w:rsidRDefault="00EC37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EC3756">
              <w:rPr>
                <w:rFonts w:asciiTheme="majorHAnsi" w:hAnsiTheme="majorHAnsi"/>
              </w:rPr>
              <w:t>Rozšíření diskového pole</w:t>
            </w:r>
          </w:p>
        </w:tc>
        <w:tc>
          <w:tcPr>
            <w:tcW w:w="1686" w:type="dxa"/>
          </w:tcPr>
          <w:p w14:paraId="7CB7B0ED" w14:textId="77777777" w:rsidR="00EF3BFB" w:rsidRPr="00FF65DD" w:rsidRDefault="00EF3BFB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E0B7DBE" w14:textId="5D3870AB" w:rsidR="00EF3BFB" w:rsidRPr="00FF65DD" w:rsidRDefault="00125A6F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09E3AF6E" w14:textId="77777777" w:rsidR="00EF3BFB" w:rsidRPr="00FF65DD" w:rsidRDefault="00EF3BFB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155CBE65" w14:textId="77777777" w:rsidTr="00125A6F">
        <w:tc>
          <w:tcPr>
            <w:tcW w:w="2972" w:type="dxa"/>
          </w:tcPr>
          <w:p w14:paraId="348F8C8B" w14:textId="4AD2F825" w:rsidR="00EF3BFB" w:rsidRPr="002162E5" w:rsidRDefault="00DD64DF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D64DF">
              <w:rPr>
                <w:rFonts w:asciiTheme="majorHAnsi" w:hAnsiTheme="majorHAnsi"/>
              </w:rPr>
              <w:t>Software a licence</w:t>
            </w:r>
          </w:p>
        </w:tc>
        <w:tc>
          <w:tcPr>
            <w:tcW w:w="1686" w:type="dxa"/>
          </w:tcPr>
          <w:p w14:paraId="020F8D56" w14:textId="77777777" w:rsidR="00EF3BFB" w:rsidRPr="00FF65DD" w:rsidRDefault="00EF3BFB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9ADD1BE" w14:textId="5997E328" w:rsidR="00EF3BFB" w:rsidRPr="00FF65DD" w:rsidRDefault="00125A6F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0C543408" w14:textId="77777777" w:rsidR="00EF3BFB" w:rsidRPr="00FF65DD" w:rsidRDefault="00EF3BFB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69F2FB60" w14:textId="77777777" w:rsidTr="00125A6F">
        <w:tc>
          <w:tcPr>
            <w:tcW w:w="2972" w:type="dxa"/>
          </w:tcPr>
          <w:p w14:paraId="3AE96A82" w14:textId="7F4BF541" w:rsidR="00EF3BFB" w:rsidRPr="00FF65DD" w:rsidRDefault="00656B8C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v Kč bez DPH</w:t>
            </w:r>
          </w:p>
        </w:tc>
        <w:tc>
          <w:tcPr>
            <w:tcW w:w="5654" w:type="dxa"/>
            <w:gridSpan w:val="3"/>
          </w:tcPr>
          <w:p w14:paraId="27A7C310" w14:textId="77777777" w:rsidR="00EF3BFB" w:rsidRPr="00FF65DD" w:rsidRDefault="00EF3BFB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20C21B0F" w14:textId="77777777" w:rsidTr="00125A6F">
        <w:tc>
          <w:tcPr>
            <w:tcW w:w="2972" w:type="dxa"/>
          </w:tcPr>
          <w:p w14:paraId="29A2856B" w14:textId="77777777" w:rsidR="00656B8C" w:rsidRPr="00FF65DD" w:rsidRDefault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5AE510CB" w14:textId="77777777" w:rsidR="00656B8C" w:rsidRPr="00FF65DD" w:rsidRDefault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5E39B655" w14:textId="77777777" w:rsidTr="00125A6F">
        <w:tc>
          <w:tcPr>
            <w:tcW w:w="2972" w:type="dxa"/>
          </w:tcPr>
          <w:p w14:paraId="5194C3B9" w14:textId="200CBA2C" w:rsidR="00656B8C" w:rsidRPr="00FF65DD" w:rsidRDefault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v Kč včetně DPH</w:t>
            </w:r>
          </w:p>
        </w:tc>
        <w:tc>
          <w:tcPr>
            <w:tcW w:w="5654" w:type="dxa"/>
            <w:gridSpan w:val="3"/>
          </w:tcPr>
          <w:p w14:paraId="53256FAA" w14:textId="77777777" w:rsidR="00656B8C" w:rsidRPr="00FF65DD" w:rsidRDefault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  <w:bookmarkStart w:id="0" w:name="_GoBack"/>
      <w:bookmarkEnd w:id="0"/>
    </w:p>
    <w:sectPr w:rsidR="00EF3BFB" w:rsidRPr="002214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5CB3D39" w16cex:dateUtc="2023-10-04T13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9B22E" w14:textId="77777777" w:rsidR="00EB438B" w:rsidRDefault="00EB438B" w:rsidP="00962258">
      <w:pPr>
        <w:spacing w:after="0" w:line="240" w:lineRule="auto"/>
      </w:pPr>
      <w:r>
        <w:separator/>
      </w:r>
    </w:p>
  </w:endnote>
  <w:endnote w:type="continuationSeparator" w:id="0">
    <w:p w14:paraId="2CB13B99" w14:textId="77777777" w:rsidR="00EB438B" w:rsidRDefault="00EB43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2A0FCEC5" w:rsidR="00F1715C" w:rsidRPr="00B8518B" w:rsidRDefault="009604E0" w:rsidP="00B8518B">
    <w:pPr>
      <w:pStyle w:val="Zpat"/>
      <w:rPr>
        <w:sz w:val="2"/>
        <w:szCs w:val="2"/>
      </w:rPr>
    </w:pPr>
    <w:r>
      <w:rPr>
        <w:noProof/>
      </w:rPr>
      <w:pict w14:anchorId="1DF5645B">
        <v:line id="Straight Connector 3" o:spid="_x0000_s1028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</w:rPr>
      <w:pict w14:anchorId="49F95E98">
        <v:line id="Straight Connector 2" o:spid="_x0000_s1027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62AAD08" w:rsidR="00F1715C" w:rsidRPr="00B8518B" w:rsidRDefault="009604E0" w:rsidP="00460660">
    <w:pPr>
      <w:pStyle w:val="Zpat"/>
      <w:rPr>
        <w:sz w:val="2"/>
        <w:szCs w:val="2"/>
      </w:rPr>
    </w:pPr>
    <w:r>
      <w:rPr>
        <w:noProof/>
      </w:rPr>
      <w:pict w14:anchorId="1AAFA7C4">
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</w:rPr>
      <w:pict w14:anchorId="35704E86">
        <v:line id="Straight Connector 10" o:spid="_x0000_s1025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09350" w14:textId="77777777" w:rsidR="00EB438B" w:rsidRDefault="00EB438B" w:rsidP="00962258">
      <w:pPr>
        <w:spacing w:after="0" w:line="240" w:lineRule="auto"/>
      </w:pPr>
      <w:r>
        <w:separator/>
      </w:r>
    </w:p>
  </w:footnote>
  <w:footnote w:type="continuationSeparator" w:id="0">
    <w:p w14:paraId="4C8ABED1" w14:textId="77777777" w:rsidR="00EB438B" w:rsidRDefault="00EB43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3BFB"/>
    <w:rsid w:val="000048FF"/>
    <w:rsid w:val="00072C1E"/>
    <w:rsid w:val="000E23A7"/>
    <w:rsid w:val="000E4423"/>
    <w:rsid w:val="0010693F"/>
    <w:rsid w:val="00114472"/>
    <w:rsid w:val="00125A6F"/>
    <w:rsid w:val="0012761E"/>
    <w:rsid w:val="0013138F"/>
    <w:rsid w:val="001433F3"/>
    <w:rsid w:val="001550BC"/>
    <w:rsid w:val="001605B9"/>
    <w:rsid w:val="00165F67"/>
    <w:rsid w:val="00170EC5"/>
    <w:rsid w:val="001747C1"/>
    <w:rsid w:val="00184743"/>
    <w:rsid w:val="001C64F5"/>
    <w:rsid w:val="001D44F0"/>
    <w:rsid w:val="001E496E"/>
    <w:rsid w:val="00207DF5"/>
    <w:rsid w:val="002162E5"/>
    <w:rsid w:val="00280E07"/>
    <w:rsid w:val="002C31BF"/>
    <w:rsid w:val="002D08B1"/>
    <w:rsid w:val="002E0CD7"/>
    <w:rsid w:val="003254A6"/>
    <w:rsid w:val="00341DCF"/>
    <w:rsid w:val="00357BC6"/>
    <w:rsid w:val="00394E99"/>
    <w:rsid w:val="003956C6"/>
    <w:rsid w:val="003B71C1"/>
    <w:rsid w:val="003F4E22"/>
    <w:rsid w:val="0043680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250"/>
    <w:rsid w:val="005F1404"/>
    <w:rsid w:val="0061068E"/>
    <w:rsid w:val="00656B8C"/>
    <w:rsid w:val="00660AD3"/>
    <w:rsid w:val="00677B7F"/>
    <w:rsid w:val="006A5570"/>
    <w:rsid w:val="006A689C"/>
    <w:rsid w:val="006B3D79"/>
    <w:rsid w:val="006D16C8"/>
    <w:rsid w:val="006D7AFE"/>
    <w:rsid w:val="006E0578"/>
    <w:rsid w:val="006E314D"/>
    <w:rsid w:val="00710723"/>
    <w:rsid w:val="00723ED1"/>
    <w:rsid w:val="00743525"/>
    <w:rsid w:val="007505F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1B7A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36BBF"/>
    <w:rsid w:val="00940D8A"/>
    <w:rsid w:val="009604E0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45CBB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5513"/>
    <w:rsid w:val="00D21061"/>
    <w:rsid w:val="00D4108E"/>
    <w:rsid w:val="00D6163D"/>
    <w:rsid w:val="00D73D46"/>
    <w:rsid w:val="00D831A3"/>
    <w:rsid w:val="00DC75F3"/>
    <w:rsid w:val="00DD46F3"/>
    <w:rsid w:val="00DD64DF"/>
    <w:rsid w:val="00DE56F2"/>
    <w:rsid w:val="00DF116D"/>
    <w:rsid w:val="00E36C4A"/>
    <w:rsid w:val="00EB104F"/>
    <w:rsid w:val="00EB438B"/>
    <w:rsid w:val="00EC3756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  <w:rsid w:val="00FD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5:docId w15:val="{76AE58CA-6805-44FA-B80F-C50262F0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91B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B52FA-F54E-4274-826C-D0DF4A09A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15650D-463C-4E6E-9939-41AB0402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11</cp:revision>
  <cp:lastPrinted>2017-11-28T17:18:00Z</cp:lastPrinted>
  <dcterms:created xsi:type="dcterms:W3CDTF">2023-06-19T14:23:00Z</dcterms:created>
  <dcterms:modified xsi:type="dcterms:W3CDTF">2023-10-19T12:41:00Z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